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21" w:rsidRDefault="00215721">
      <w:pPr>
        <w:pStyle w:val="1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215721" w:rsidRPr="001611C5" w:rsidRDefault="00215721" w:rsidP="001611C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Сотрудники Госавтоинспекции Новосибирской области проводят  познавательные занятия с детьми «Безопасную дорогу пешеходу!»</w:t>
      </w:r>
      <w:r w:rsidRPr="001611C5">
        <w:rPr>
          <w:rFonts w:ascii="Times New Roman" w:hAnsi="Times New Roman"/>
          <w:b/>
          <w:sz w:val="28"/>
          <w:szCs w:val="28"/>
        </w:rPr>
        <w:t xml:space="preserve"> </w:t>
      </w:r>
    </w:p>
    <w:p w:rsidR="00215721" w:rsidRDefault="00215721" w:rsidP="001611C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215721" w:rsidRDefault="00215721" w:rsidP="001611C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8"/>
          <w:szCs w:val="28"/>
        </w:rPr>
        <w:t>В ходе комплексного профилактического мероприятия по предупреждению детского дорожно-транспортного травматизма на территории Новосибирской области «Внимание, осенние каникулы!» сотрудники региональной Госавтоинспекции  активно проводят разъяснительно-познавательную работу  в детских образовательных организациях.</w:t>
      </w:r>
    </w:p>
    <w:p w:rsidR="00215721" w:rsidRDefault="00215721" w:rsidP="001611C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школе №47 села Ленинское Новосибирского района  для  младших школьников сотрудники Госавтоинспекции  вместе с активистами отряда «Юный инспектор движения»  провели познавательное  занятие «Безопасную дорогу пешеходу!», в ходе которого состоялась беседа с учениками начальных классов  о важных правилах  поведения на дороге. Строгий экзамен для юных ребят провели  старшеклассники отряда «ЮИД», их игровая программа «Дорожная грамота» потребовала  вспомнить  о безопасной территории для пешеходов, о требованиях сигналов светофора, о значениях важных дорожных знаков и видах пешеходных переходов, а также о внимании и осторожности  пешехода  во время движения. Закрепить знания грамотного пешехода ребятам помогли видеофильмы «Безопасный маршрут» и «Стань заметным, пешеход!».  Серьезный теоретический экзамен дорожной безопасности ребята успешно сдали, всех  торжественно посвятили в «Юные пешеходы»,  сами ученики обещали  сотрудникам Госавтоинспекции и своим старшим товарищам: «Всегда и везде соблюдать ПДД, быть примером для остальных ребят и взрослых!». </w:t>
      </w:r>
    </w:p>
    <w:p w:rsidR="00215721" w:rsidRDefault="00215721" w:rsidP="006223BA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Уже стремятся стать самостоятельными пешеходами и малыши детского сада «Огонек», во время встречи с инспектором ГИБДД они совершили путешествие в «Страну дорожной азбуки».  Юные пешеходы активно отгадывали дорожные загадки, вспоминали виды транспортных средств, безопасные места для игры и прогулок на улице, а также  оборудованные в селе пешеходные переходы, ведь скоро станет для них обязательным маршрут «Дом-школа». В игровой ситуации «Светофор» ребята уверенно осуществили безопасный переход улицы по сигналам транспортного светофора. Узнали  малыши и о яркой защите пешехода в темное время суток – посмотрели  видеоролик про свойства светоотражателя на одежде человека и самостоятельно изготовили наклейку – фликер «Звездочка», дружно обещали всегда соблюдать правила безопасности на дороге и напомнить о них своим родителям.</w:t>
      </w:r>
    </w:p>
    <w:p w:rsidR="00215721" w:rsidRDefault="00215721" w:rsidP="001611C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Желаем всем юным пешеходам  безопасности  в пути !    </w:t>
      </w:r>
    </w:p>
    <w:p w:rsidR="00215721" w:rsidRDefault="00215721" w:rsidP="001611C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215721" w:rsidRDefault="0021572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215721" w:rsidRPr="00DC179A" w:rsidRDefault="00215721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DC179A">
        <w:rPr>
          <w:rFonts w:ascii="Times New Roman" w:hAnsi="Times New Roman"/>
          <w:sz w:val="26"/>
          <w:szCs w:val="26"/>
        </w:rPr>
        <w:t>Группа по пропаганде  полка ДПС ГИБДД ГУ МВД России по Новосибирской области</w:t>
      </w:r>
    </w:p>
    <w:sectPr w:rsidR="00215721" w:rsidRPr="00DC179A" w:rsidSect="00D30E80">
      <w:pgSz w:w="11906" w:h="16838"/>
      <w:pgMar w:top="568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CF9"/>
    <w:rsid w:val="000004CB"/>
    <w:rsid w:val="00002148"/>
    <w:rsid w:val="00004BCC"/>
    <w:rsid w:val="00012324"/>
    <w:rsid w:val="0001594F"/>
    <w:rsid w:val="000331E2"/>
    <w:rsid w:val="00035A6E"/>
    <w:rsid w:val="000432FA"/>
    <w:rsid w:val="00043E9D"/>
    <w:rsid w:val="000475BE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611C5"/>
    <w:rsid w:val="001754A8"/>
    <w:rsid w:val="00193968"/>
    <w:rsid w:val="001A67A6"/>
    <w:rsid w:val="001A7156"/>
    <w:rsid w:val="001B2618"/>
    <w:rsid w:val="001C14EC"/>
    <w:rsid w:val="001D621B"/>
    <w:rsid w:val="001D6B6E"/>
    <w:rsid w:val="001F35BA"/>
    <w:rsid w:val="001F47DD"/>
    <w:rsid w:val="001F4D8C"/>
    <w:rsid w:val="001F5210"/>
    <w:rsid w:val="00207B76"/>
    <w:rsid w:val="00215721"/>
    <w:rsid w:val="002159DE"/>
    <w:rsid w:val="002303D0"/>
    <w:rsid w:val="00233826"/>
    <w:rsid w:val="00260316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4730F"/>
    <w:rsid w:val="00447518"/>
    <w:rsid w:val="0045300E"/>
    <w:rsid w:val="00453AF3"/>
    <w:rsid w:val="00454D36"/>
    <w:rsid w:val="00457F56"/>
    <w:rsid w:val="00477C21"/>
    <w:rsid w:val="004E5897"/>
    <w:rsid w:val="00555627"/>
    <w:rsid w:val="005626C2"/>
    <w:rsid w:val="005641A8"/>
    <w:rsid w:val="00591CF9"/>
    <w:rsid w:val="00596DEF"/>
    <w:rsid w:val="005D2BAA"/>
    <w:rsid w:val="00600A63"/>
    <w:rsid w:val="006127A5"/>
    <w:rsid w:val="006165BD"/>
    <w:rsid w:val="00621E44"/>
    <w:rsid w:val="006223BA"/>
    <w:rsid w:val="006262FE"/>
    <w:rsid w:val="0063018A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2C94"/>
    <w:rsid w:val="00735792"/>
    <w:rsid w:val="00750AB4"/>
    <w:rsid w:val="00755795"/>
    <w:rsid w:val="00756839"/>
    <w:rsid w:val="00756972"/>
    <w:rsid w:val="007623FA"/>
    <w:rsid w:val="00780794"/>
    <w:rsid w:val="007965D8"/>
    <w:rsid w:val="007C23C9"/>
    <w:rsid w:val="007C7FA4"/>
    <w:rsid w:val="00803619"/>
    <w:rsid w:val="008069DB"/>
    <w:rsid w:val="00815471"/>
    <w:rsid w:val="0085244F"/>
    <w:rsid w:val="00863AA8"/>
    <w:rsid w:val="00886D26"/>
    <w:rsid w:val="008911A7"/>
    <w:rsid w:val="008929CD"/>
    <w:rsid w:val="00897A6D"/>
    <w:rsid w:val="008B1D61"/>
    <w:rsid w:val="0090740A"/>
    <w:rsid w:val="00941CF0"/>
    <w:rsid w:val="00952B5D"/>
    <w:rsid w:val="00975E80"/>
    <w:rsid w:val="00992D32"/>
    <w:rsid w:val="009D12BB"/>
    <w:rsid w:val="009D628F"/>
    <w:rsid w:val="00A2199A"/>
    <w:rsid w:val="00A42140"/>
    <w:rsid w:val="00A44364"/>
    <w:rsid w:val="00A4621D"/>
    <w:rsid w:val="00A51129"/>
    <w:rsid w:val="00A56EFB"/>
    <w:rsid w:val="00A66339"/>
    <w:rsid w:val="00A821B7"/>
    <w:rsid w:val="00AB5B96"/>
    <w:rsid w:val="00AB7DFB"/>
    <w:rsid w:val="00AC06D6"/>
    <w:rsid w:val="00AC6C06"/>
    <w:rsid w:val="00AF2227"/>
    <w:rsid w:val="00B01071"/>
    <w:rsid w:val="00B47AA2"/>
    <w:rsid w:val="00B761E6"/>
    <w:rsid w:val="00B948D8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A59D1"/>
    <w:rsid w:val="00CC796A"/>
    <w:rsid w:val="00CE1D96"/>
    <w:rsid w:val="00CF2F8C"/>
    <w:rsid w:val="00D028C9"/>
    <w:rsid w:val="00D13535"/>
    <w:rsid w:val="00D15F17"/>
    <w:rsid w:val="00D30E80"/>
    <w:rsid w:val="00D31549"/>
    <w:rsid w:val="00D32DB3"/>
    <w:rsid w:val="00D336CB"/>
    <w:rsid w:val="00D41A4B"/>
    <w:rsid w:val="00D5699C"/>
    <w:rsid w:val="00D63C36"/>
    <w:rsid w:val="00D703CD"/>
    <w:rsid w:val="00D92E5A"/>
    <w:rsid w:val="00DC179A"/>
    <w:rsid w:val="00DC6027"/>
    <w:rsid w:val="00DC7095"/>
    <w:rsid w:val="00DD2C10"/>
    <w:rsid w:val="00DE1F19"/>
    <w:rsid w:val="00DF78DF"/>
    <w:rsid w:val="00E15DF3"/>
    <w:rsid w:val="00E5044F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61747A2B"/>
    <w:rsid w:val="7A550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18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63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018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63018A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018A"/>
    <w:rPr>
      <w:rFonts w:ascii="Times New Roman" w:hAnsi="Times New Roman" w:cs="Times New Roman"/>
      <w:sz w:val="20"/>
      <w:szCs w:val="20"/>
    </w:rPr>
  </w:style>
  <w:style w:type="paragraph" w:customStyle="1" w:styleId="1">
    <w:name w:val="Без интервала1"/>
    <w:link w:val="a"/>
    <w:uiPriority w:val="99"/>
    <w:rsid w:val="0063018A"/>
  </w:style>
  <w:style w:type="character" w:customStyle="1" w:styleId="a">
    <w:name w:val="Без интервала Знак"/>
    <w:basedOn w:val="DefaultParagraphFont"/>
    <w:link w:val="1"/>
    <w:uiPriority w:val="99"/>
    <w:locked/>
    <w:rsid w:val="0063018A"/>
    <w:rPr>
      <w:rFonts w:ascii="Calibri" w:hAnsi="Calibri" w:cs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373</Words>
  <Characters>2129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User</cp:lastModifiedBy>
  <cp:revision>4</cp:revision>
  <cp:lastPrinted>2017-10-19T09:48:00Z</cp:lastPrinted>
  <dcterms:created xsi:type="dcterms:W3CDTF">2017-10-20T08:29:00Z</dcterms:created>
  <dcterms:modified xsi:type="dcterms:W3CDTF">2017-10-20T09:11:00Z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